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2F" w:rsidRPr="000B4C2F" w:rsidRDefault="000B4C2F" w:rsidP="000B4C2F">
      <w:pPr>
        <w:jc w:val="center"/>
        <w:rPr>
          <w:rFonts w:ascii="Tahoma" w:hAnsi="Tahoma" w:cs="Tahoma"/>
          <w:sz w:val="24"/>
          <w:szCs w:val="24"/>
        </w:rPr>
      </w:pPr>
    </w:p>
    <w:p w:rsidR="000B4C2F" w:rsidRPr="000B4C2F" w:rsidRDefault="00150C64" w:rsidP="000B4C2F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9C3C6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7</w:t>
      </w:r>
      <w:r w:rsidR="00AD0C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e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0B4C2F" w:rsidRPr="000B4C2F" w:rsidRDefault="000B4C2F" w:rsidP="000B4C2F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0B4C2F" w:rsidRPr="000B4C2F" w:rsidRDefault="000B4C2F" w:rsidP="000B4C2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WRIP.3432.10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  <w:r w:rsidR="00AD0C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…….2012 – część V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- wyszczególniony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br/>
        <w:t>w załączniku nr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AD0C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13</w:t>
      </w:r>
      <w:bookmarkStart w:id="0" w:name="_GoBack"/>
      <w:bookmarkEnd w:id="0"/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0B4C2F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0B4C2F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0B4C2F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6. Czas naprawy wyłączony będzie z okresu gwarancyjnego; okres gwarancji zostanie automatycznie wydłużony o czas trwania naprawy.</w:t>
      </w:r>
    </w:p>
    <w:p w:rsidR="000B4C2F" w:rsidRPr="000B4C2F" w:rsidRDefault="000B4C2F" w:rsidP="000B4C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8.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0B4C2F" w:rsidRPr="000B4C2F" w:rsidRDefault="000B4C2F" w:rsidP="000B4C2F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0B4C2F" w:rsidRPr="000B4C2F" w:rsidRDefault="000B4C2F" w:rsidP="000B4C2F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B4C2F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0B4C2F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0B4C2F" w:rsidRPr="000B4C2F" w:rsidRDefault="000B4C2F" w:rsidP="000B4C2F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4D" w:rsidRDefault="005D334D" w:rsidP="002B3BA7">
      <w:pPr>
        <w:spacing w:after="0" w:line="240" w:lineRule="auto"/>
      </w:pPr>
      <w:r>
        <w:separator/>
      </w:r>
    </w:p>
  </w:endnote>
  <w:endnote w:type="continuationSeparator" w:id="0">
    <w:p w:rsidR="005D334D" w:rsidRDefault="005D334D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5D334D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4D" w:rsidRDefault="005D334D" w:rsidP="002B3BA7">
      <w:pPr>
        <w:spacing w:after="0" w:line="240" w:lineRule="auto"/>
      </w:pPr>
      <w:r>
        <w:separator/>
      </w:r>
    </w:p>
  </w:footnote>
  <w:footnote w:type="continuationSeparator" w:id="0">
    <w:p w:rsidR="005D334D" w:rsidRDefault="005D334D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0B4C2F"/>
    <w:rsid w:val="0014738E"/>
    <w:rsid w:val="00150C64"/>
    <w:rsid w:val="002B3BA7"/>
    <w:rsid w:val="002C191D"/>
    <w:rsid w:val="00430F3F"/>
    <w:rsid w:val="00464BBA"/>
    <w:rsid w:val="00501898"/>
    <w:rsid w:val="00532B11"/>
    <w:rsid w:val="00581473"/>
    <w:rsid w:val="005D334D"/>
    <w:rsid w:val="005D507A"/>
    <w:rsid w:val="00604C29"/>
    <w:rsid w:val="00763798"/>
    <w:rsid w:val="007D50D8"/>
    <w:rsid w:val="008742AD"/>
    <w:rsid w:val="00965059"/>
    <w:rsid w:val="009842F0"/>
    <w:rsid w:val="009B7B9C"/>
    <w:rsid w:val="009C3C63"/>
    <w:rsid w:val="009E3D23"/>
    <w:rsid w:val="00A11C83"/>
    <w:rsid w:val="00A22828"/>
    <w:rsid w:val="00A31FDA"/>
    <w:rsid w:val="00AA0699"/>
    <w:rsid w:val="00AD0C04"/>
    <w:rsid w:val="00AE7F5B"/>
    <w:rsid w:val="00BF2334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3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8</cp:revision>
  <cp:lastPrinted>2012-02-29T08:15:00Z</cp:lastPrinted>
  <dcterms:created xsi:type="dcterms:W3CDTF">2012-02-29T12:44:00Z</dcterms:created>
  <dcterms:modified xsi:type="dcterms:W3CDTF">2012-04-04T06:52:00Z</dcterms:modified>
</cp:coreProperties>
</file>